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A9141" w14:textId="076420A9" w:rsidR="00421E32" w:rsidRPr="00B0535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7D7043" w:rsidRPr="00B0535A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002A6A00" w14:textId="12F1D391" w:rsidR="004E36AD" w:rsidRPr="00B0535A" w:rsidRDefault="004E36AD" w:rsidP="00D47CCE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B0535A">
        <w:rPr>
          <w:b/>
          <w:lang w:val="en-GB"/>
        </w:rPr>
        <w:t>Procurement No:</w:t>
      </w:r>
      <w:r w:rsidRPr="00B0535A">
        <w:rPr>
          <w:lang w:val="en-GB"/>
        </w:rPr>
        <w:tab/>
      </w:r>
      <w:r w:rsidR="00B0125D" w:rsidRPr="00CD7BE7">
        <w:rPr>
          <w:rStyle w:val="Strong"/>
          <w:rFonts w:asciiTheme="minorHAnsi" w:hAnsiTheme="minorHAnsi" w:cstheme="minorHAnsi"/>
          <w:highlight w:val="yellow"/>
          <w:lang w:val="en-GB"/>
        </w:rPr>
        <w:t>22-W001-25</w:t>
      </w:r>
    </w:p>
    <w:p w14:paraId="5271E422" w14:textId="09544010" w:rsidR="00441DA5" w:rsidRPr="00B0535A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B0535A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B0535A" w:rsidRDefault="00C44890" w:rsidP="00C44890">
      <w:pPr>
        <w:pStyle w:val="Heading2"/>
      </w:pPr>
      <w:bookmarkStart w:id="0" w:name="_Toc419729571"/>
      <w:bookmarkStart w:id="1" w:name="_Toc11156577"/>
      <w:r w:rsidRPr="00B0535A">
        <w:lastRenderedPageBreak/>
        <w:t>Specification</w:t>
      </w:r>
      <w:bookmarkEnd w:id="0"/>
    </w:p>
    <w:p w14:paraId="3E6BBCE8" w14:textId="4D333F31" w:rsidR="00C44890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B0535A">
        <w:rPr>
          <w:lang w:val="en-GB"/>
        </w:rPr>
        <w:t>Background</w:t>
      </w:r>
      <w:bookmarkEnd w:id="2"/>
      <w:bookmarkEnd w:id="3"/>
    </w:p>
    <w:p w14:paraId="3FA73375" w14:textId="70FE46F0" w:rsidR="000C116F" w:rsidRDefault="000C116F" w:rsidP="009A04DD">
      <w:r w:rsidRPr="000C116F">
        <w:t xml:space="preserve">A new Expanded </w:t>
      </w:r>
      <w:proofErr w:type="spellStart"/>
      <w:r w:rsidRPr="000C116F">
        <w:t>Program</w:t>
      </w:r>
      <w:r w:rsidR="00CD7BE7">
        <w:t>me</w:t>
      </w:r>
      <w:proofErr w:type="spellEnd"/>
      <w:r w:rsidR="00CD7BE7">
        <w:t xml:space="preserve"> on Immunization (EPI)</w:t>
      </w:r>
      <w:r w:rsidRPr="000C116F">
        <w:t xml:space="preserve"> buildin</w:t>
      </w:r>
      <w:r w:rsidR="00CD7BE7">
        <w:t>g is in progress with the government full support</w:t>
      </w:r>
      <w:r w:rsidRPr="000C116F">
        <w:t>. This facility addresses critical gaps in the immunization supply chain by consolidating fragmented storage conditions and enhancing operational efficiency for EPI teams.</w:t>
      </w:r>
    </w:p>
    <w:p w14:paraId="000280F4" w14:textId="1A2FB770" w:rsidR="00C44890" w:rsidRPr="00B0535A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B0535A">
        <w:rPr>
          <w:rFonts w:cs="Calibri"/>
          <w:lang w:val="en-GB"/>
        </w:rPr>
        <w:t>Requirements</w:t>
      </w:r>
    </w:p>
    <w:p w14:paraId="7B19B727" w14:textId="1A705D58" w:rsidR="00C44890" w:rsidRPr="00B0535A" w:rsidRDefault="00C44890" w:rsidP="00C44890">
      <w:pPr>
        <w:rPr>
          <w:lang w:val="en-GB"/>
        </w:rPr>
      </w:pPr>
      <w:bookmarkStart w:id="6" w:name="_Toc308102003"/>
      <w:r w:rsidRPr="00B0535A">
        <w:rPr>
          <w:lang w:val="en-GB"/>
        </w:rPr>
        <w:t>All supporting documentation must be in English.</w:t>
      </w:r>
    </w:p>
    <w:p w14:paraId="05E31BCF" w14:textId="77777777" w:rsidR="009A04DD" w:rsidRDefault="009A04DD" w:rsidP="009A04DD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Certified Business Registration from MTCIC</w:t>
      </w:r>
    </w:p>
    <w:p w14:paraId="74AE7B9C" w14:textId="77777777" w:rsidR="009A04DD" w:rsidRDefault="009A04DD" w:rsidP="009A04DD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Valid business license from TUC or BTC</w:t>
      </w:r>
    </w:p>
    <w:p w14:paraId="64C8FE57" w14:textId="77777777" w:rsidR="009A04DD" w:rsidRDefault="009A04DD" w:rsidP="009A04DD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Tax clearance letter from Tax office</w:t>
      </w:r>
    </w:p>
    <w:p w14:paraId="0DD23463" w14:textId="77777777" w:rsidR="009A04DD" w:rsidRDefault="009A04DD" w:rsidP="009A04DD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The signed form of certificate for compliance form</w:t>
      </w:r>
    </w:p>
    <w:p w14:paraId="54307934" w14:textId="77777777" w:rsidR="009A04DD" w:rsidRDefault="009A04DD" w:rsidP="009A04DD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A complete technical proposal in response to the specifications required</w:t>
      </w:r>
    </w:p>
    <w:p w14:paraId="63B9B8A8" w14:textId="28F80726" w:rsidR="002A4740" w:rsidRPr="009A04DD" w:rsidRDefault="009A04DD" w:rsidP="00C44890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A complete financial proposal with a clear complete costing</w:t>
      </w:r>
    </w:p>
    <w:p w14:paraId="65A62D34" w14:textId="4B8B85B1" w:rsidR="00C44890" w:rsidRDefault="00272E3F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B0535A">
        <w:rPr>
          <w:rFonts w:cs="Calibri"/>
          <w:lang w:val="en-GB"/>
        </w:rPr>
        <w:t>Related</w:t>
      </w:r>
      <w:r w:rsidR="00C44890" w:rsidRPr="00B0535A">
        <w:rPr>
          <w:rFonts w:cs="Calibri"/>
          <w:lang w:val="en-GB"/>
        </w:rPr>
        <w:t xml:space="preserve"> services</w:t>
      </w:r>
      <w:bookmarkEnd w:id="7"/>
    </w:p>
    <w:p w14:paraId="4E3716A5" w14:textId="03F1F3F2" w:rsidR="009A04DD" w:rsidRPr="009A04DD" w:rsidRDefault="009A04DD" w:rsidP="009A04DD">
      <w:pPr>
        <w:rPr>
          <w:lang w:val="en-GB"/>
        </w:rPr>
      </w:pPr>
      <w:r>
        <w:rPr>
          <w:lang w:val="en-GB"/>
        </w:rPr>
        <w:t xml:space="preserve">Services required include the trades in carpentry, plumbing, electrical and painting from qualified personnel. </w:t>
      </w:r>
    </w:p>
    <w:p w14:paraId="17367821" w14:textId="75D0FB5B" w:rsidR="00C44890" w:rsidRDefault="00272E3F" w:rsidP="00772E21">
      <w:pPr>
        <w:pStyle w:val="Heading3"/>
        <w:rPr>
          <w:lang w:val="en-GB"/>
        </w:rPr>
      </w:pPr>
      <w:bookmarkStart w:id="8" w:name="_Toc419729578"/>
      <w:r w:rsidRPr="00B0535A">
        <w:rPr>
          <w:lang w:val="en-GB"/>
        </w:rPr>
        <w:t>Project</w:t>
      </w:r>
      <w:r w:rsidR="00C44890" w:rsidRPr="00B0535A">
        <w:rPr>
          <w:lang w:val="en-GB"/>
        </w:rPr>
        <w:t xml:space="preserve"> Time</w:t>
      </w:r>
      <w:bookmarkEnd w:id="8"/>
      <w:r w:rsidRPr="00B0535A">
        <w:rPr>
          <w:lang w:val="en-GB"/>
        </w:rPr>
        <w:t xml:space="preserve"> &amp; Final Delivery</w:t>
      </w:r>
    </w:p>
    <w:p w14:paraId="6D47C05A" w14:textId="6D12203B" w:rsidR="00350F77" w:rsidRPr="00350F77" w:rsidRDefault="00350F77" w:rsidP="00350F77">
      <w:pPr>
        <w:rPr>
          <w:lang w:val="en-GB"/>
        </w:rPr>
      </w:pPr>
      <w:r>
        <w:rPr>
          <w:lang w:val="en-GB"/>
        </w:rPr>
        <w:t xml:space="preserve">From </w:t>
      </w:r>
      <w:r w:rsidR="00385B31">
        <w:rPr>
          <w:lang w:val="en-GB"/>
        </w:rPr>
        <w:t>23</w:t>
      </w:r>
      <w:r w:rsidR="00385B31" w:rsidRPr="00385B31">
        <w:rPr>
          <w:vertAlign w:val="superscript"/>
          <w:lang w:val="en-GB"/>
        </w:rPr>
        <w:t>rd</w:t>
      </w:r>
      <w:r w:rsidR="00385B31">
        <w:rPr>
          <w:lang w:val="en-GB"/>
        </w:rPr>
        <w:t xml:space="preserve"> </w:t>
      </w:r>
      <w:r>
        <w:rPr>
          <w:lang w:val="en-GB"/>
        </w:rPr>
        <w:t xml:space="preserve">September – </w:t>
      </w:r>
      <w:r w:rsidR="00385B31">
        <w:rPr>
          <w:lang w:val="en-GB"/>
        </w:rPr>
        <w:t>13</w:t>
      </w:r>
      <w:r w:rsidR="00385B31" w:rsidRPr="00385B31">
        <w:rPr>
          <w:vertAlign w:val="superscript"/>
          <w:lang w:val="en-GB"/>
        </w:rPr>
        <w:t>th</w:t>
      </w:r>
      <w:r w:rsidR="00385B31">
        <w:rPr>
          <w:lang w:val="en-GB"/>
        </w:rPr>
        <w:t xml:space="preserve"> </w:t>
      </w:r>
      <w:bookmarkStart w:id="9" w:name="_GoBack"/>
      <w:bookmarkEnd w:id="9"/>
      <w:r>
        <w:rPr>
          <w:lang w:val="en-GB"/>
        </w:rPr>
        <w:t>December 2025</w:t>
      </w:r>
    </w:p>
    <w:bookmarkEnd w:id="4"/>
    <w:bookmarkEnd w:id="5"/>
    <w:p w14:paraId="625DFCD7" w14:textId="332CC24C" w:rsidR="00C44890" w:rsidRPr="00B0535A" w:rsidRDefault="00C44890" w:rsidP="00C44890">
      <w:pPr>
        <w:pStyle w:val="Heading2"/>
      </w:pPr>
      <w:r w:rsidRPr="00B0535A">
        <w:t xml:space="preserve">Description of the </w:t>
      </w:r>
      <w:r w:rsidR="00272E3F" w:rsidRPr="00B0535A">
        <w:t>Works</w:t>
      </w:r>
      <w:bookmarkEnd w:id="1"/>
    </w:p>
    <w:p w14:paraId="107815C1" w14:textId="77777777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>Here, list all items to be Tendered</w:t>
      </w:r>
    </w:p>
    <w:p w14:paraId="69E741C9" w14:textId="06E2FDB3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 xml:space="preserve">(This part may be replaced by a </w:t>
      </w:r>
      <w:r w:rsidR="00114321">
        <w:rPr>
          <w:i/>
          <w:iCs/>
          <w:lang w:val="en-GB"/>
        </w:rPr>
        <w:t>Procuring Entity</w:t>
      </w:r>
      <w:r w:rsidR="00114321" w:rsidRPr="00B0535A">
        <w:rPr>
          <w:i/>
          <w:iCs/>
          <w:lang w:val="en-GB"/>
        </w:rPr>
        <w:t xml:space="preserve"> </w:t>
      </w:r>
      <w:r w:rsidR="00272E3F" w:rsidRPr="00B0535A">
        <w:rPr>
          <w:i/>
          <w:iCs/>
          <w:lang w:val="en-GB"/>
        </w:rPr>
        <w:t xml:space="preserve">or </w:t>
      </w:r>
      <w:r w:rsidRPr="00B0535A">
        <w:rPr>
          <w:i/>
          <w:iCs/>
          <w:lang w:val="en-GB"/>
        </w:rPr>
        <w:t xml:space="preserve">proprietary </w:t>
      </w:r>
      <w:r w:rsidR="00272E3F" w:rsidRPr="00B0535A">
        <w:rPr>
          <w:i/>
          <w:iCs/>
          <w:lang w:val="en-GB"/>
        </w:rPr>
        <w:t>Contractor</w:t>
      </w:r>
      <w:r w:rsidRPr="00B0535A">
        <w:rPr>
          <w:i/>
          <w:iCs/>
          <w:lang w:val="en-GB"/>
        </w:rPr>
        <w:t xml:space="preserve"> description)</w:t>
      </w:r>
    </w:p>
    <w:p w14:paraId="06D3C1C1" w14:textId="6BC5C2A7" w:rsidR="00C44890" w:rsidRPr="00B13031" w:rsidRDefault="00B13031" w:rsidP="00C44890">
      <w:pPr>
        <w:rPr>
          <w:color w:val="FF0000"/>
          <w:lang w:val="en-GB"/>
        </w:rPr>
      </w:pPr>
      <w:r w:rsidRPr="00B13031">
        <w:rPr>
          <w:color w:val="FF0000"/>
          <w:lang w:val="en-GB"/>
        </w:rPr>
        <w:t>See design attached.</w:t>
      </w:r>
    </w:p>
    <w:p w14:paraId="04BCC1D7" w14:textId="77777777" w:rsidR="00C44890" w:rsidRPr="00B0535A" w:rsidRDefault="00C44890" w:rsidP="00772E21">
      <w:pPr>
        <w:rPr>
          <w:lang w:val="en-GB"/>
        </w:rPr>
      </w:pPr>
    </w:p>
    <w:p w14:paraId="5864F579" w14:textId="77777777" w:rsidR="00C44890" w:rsidRPr="00B0535A" w:rsidRDefault="00C44890" w:rsidP="00772E21">
      <w:pPr>
        <w:rPr>
          <w:lang w:val="en-GB"/>
        </w:rPr>
        <w:sectPr w:rsidR="00C44890" w:rsidRPr="00B0535A" w:rsidSect="007D7043">
          <w:headerReference w:type="first" r:id="rId11"/>
          <w:type w:val="oddPage"/>
          <w:pgSz w:w="12240" w:h="15840" w:code="1"/>
          <w:pgMar w:top="1593" w:right="1183" w:bottom="1080" w:left="1440" w:header="142" w:footer="720" w:gutter="0"/>
          <w:cols w:space="720"/>
          <w:titlePg/>
        </w:sectPr>
      </w:pPr>
    </w:p>
    <w:p w14:paraId="24366288" w14:textId="62059255" w:rsidR="00C44890" w:rsidRPr="00B0535A" w:rsidRDefault="00C44890" w:rsidP="00C44890">
      <w:pPr>
        <w:pStyle w:val="Heading2"/>
      </w:pPr>
      <w:r w:rsidRPr="00B0535A">
        <w:lastRenderedPageBreak/>
        <w:t>Tenderer’s References</w:t>
      </w:r>
    </w:p>
    <w:p w14:paraId="221D3063" w14:textId="47C9C00D" w:rsidR="00C44890" w:rsidRPr="00B0535A" w:rsidRDefault="00C44890" w:rsidP="00C44890">
      <w:pPr>
        <w:pStyle w:val="Heading3"/>
        <w:rPr>
          <w:rFonts w:cs="Calibri"/>
          <w:lang w:val="en-GB"/>
        </w:rPr>
      </w:pPr>
      <w:r w:rsidRPr="00B0535A">
        <w:rPr>
          <w:lang w:val="en-GB"/>
        </w:rPr>
        <w:t xml:space="preserve">Relevant </w:t>
      </w:r>
      <w:r w:rsidR="00772E21" w:rsidRPr="00B0535A">
        <w:rPr>
          <w:lang w:val="en-GB"/>
        </w:rPr>
        <w:t>similar deliveries</w:t>
      </w:r>
      <w:r w:rsidRPr="00B0535A">
        <w:rPr>
          <w:lang w:val="en-GB"/>
        </w:rPr>
        <w:t xml:space="preserve"> </w:t>
      </w:r>
      <w:r w:rsidR="00772E21" w:rsidRPr="00B0535A">
        <w:rPr>
          <w:lang w:val="en-GB"/>
        </w:rPr>
        <w:t>c</w:t>
      </w:r>
      <w:r w:rsidRPr="00B0535A">
        <w:rPr>
          <w:lang w:val="en-GB"/>
        </w:rPr>
        <w:t xml:space="preserve">arried </w:t>
      </w:r>
      <w:r w:rsidR="00772E21" w:rsidRPr="00B0535A">
        <w:rPr>
          <w:lang w:val="en-GB"/>
        </w:rPr>
        <w:t>o</w:t>
      </w:r>
      <w:r w:rsidRPr="00B0535A">
        <w:rPr>
          <w:lang w:val="en-GB"/>
        </w:rPr>
        <w:t xml:space="preserve">ut in the </w:t>
      </w:r>
      <w:r w:rsidR="00772E21" w:rsidRPr="00B0535A">
        <w:rPr>
          <w:lang w:val="en-GB"/>
        </w:rPr>
        <w:t>l</w:t>
      </w:r>
      <w:r w:rsidRPr="00B0535A">
        <w:rPr>
          <w:lang w:val="en-GB"/>
        </w:rPr>
        <w:t xml:space="preserve">ast </w:t>
      </w:r>
      <w:r w:rsidR="00772E21" w:rsidRPr="00B0535A">
        <w:rPr>
          <w:lang w:val="en-GB"/>
        </w:rPr>
        <w:t>f</w:t>
      </w:r>
      <w:r w:rsidRPr="00B0535A">
        <w:rPr>
          <w:lang w:val="en-GB"/>
        </w:rPr>
        <w:t xml:space="preserve">ive </w:t>
      </w:r>
      <w:r w:rsidR="00772E21" w:rsidRPr="00B0535A">
        <w:rPr>
          <w:lang w:val="en-GB"/>
        </w:rPr>
        <w:t>y</w:t>
      </w:r>
      <w:r w:rsidRPr="00B0535A">
        <w:rPr>
          <w:lang w:val="en-GB"/>
        </w:rPr>
        <w:t>ears</w:t>
      </w:r>
    </w:p>
    <w:p w14:paraId="31BD9F7B" w14:textId="2CD29228" w:rsidR="00C44890" w:rsidRPr="00B0535A" w:rsidRDefault="00772E21" w:rsidP="00C575E1">
      <w:pPr>
        <w:rPr>
          <w:lang w:val="en-GB"/>
        </w:rPr>
      </w:pPr>
      <w:r w:rsidRPr="00B0535A">
        <w:rPr>
          <w:lang w:val="en-GB"/>
        </w:rPr>
        <w:t>Please</w:t>
      </w:r>
      <w:r w:rsidR="00C44890" w:rsidRPr="00B0535A">
        <w:rPr>
          <w:lang w:val="en-GB"/>
        </w:rPr>
        <w:t xml:space="preserve">, provide information on each </w:t>
      </w:r>
      <w:r w:rsidRPr="00B0535A">
        <w:rPr>
          <w:lang w:val="en-GB"/>
        </w:rPr>
        <w:t>delivery</w:t>
      </w:r>
      <w:r w:rsidR="00C44890" w:rsidRPr="00B0535A">
        <w:rPr>
          <w:lang w:val="en-GB"/>
        </w:rPr>
        <w:t xml:space="preserve"> for which your firm/entity, either individually as a corporate entity or as one of the major companies within an association, was legally contracted.</w:t>
      </w:r>
    </w:p>
    <w:tbl>
      <w:tblPr>
        <w:tblStyle w:val="GridTable1Light1"/>
        <w:tblW w:w="0" w:type="auto"/>
        <w:tblLook w:val="04A0" w:firstRow="1" w:lastRow="0" w:firstColumn="1" w:lastColumn="0" w:noHBand="0" w:noVBand="1"/>
      </w:tblPr>
      <w:tblGrid>
        <w:gridCol w:w="2398"/>
        <w:gridCol w:w="1850"/>
        <w:gridCol w:w="3544"/>
        <w:gridCol w:w="1801"/>
      </w:tblGrid>
      <w:tr w:rsidR="00772E21" w:rsidRPr="00B0535A" w14:paraId="38AD7A2E" w14:textId="77777777" w:rsidTr="0077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0BD6FAEA" w14:textId="03D422E4" w:rsidR="00772E21" w:rsidRPr="00B0535A" w:rsidRDefault="00272E3F" w:rsidP="00C575E1">
            <w:pPr>
              <w:rPr>
                <w:lang w:val="en-GB"/>
              </w:rPr>
            </w:pPr>
            <w:r w:rsidRPr="00B0535A">
              <w:rPr>
                <w:lang w:val="en-GB"/>
              </w:rPr>
              <w:t>Works</w:t>
            </w:r>
            <w:r w:rsidR="00772E21" w:rsidRPr="00B0535A">
              <w:rPr>
                <w:lang w:val="en-GB"/>
              </w:rPr>
              <w:t xml:space="preserve"> delivered</w:t>
            </w:r>
          </w:p>
        </w:tc>
        <w:tc>
          <w:tcPr>
            <w:tcW w:w="1850" w:type="dxa"/>
          </w:tcPr>
          <w:p w14:paraId="51648FE4" w14:textId="1502C951" w:rsidR="00772E21" w:rsidRPr="00B0535A" w:rsidRDefault="001143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Reference</w:t>
            </w:r>
          </w:p>
        </w:tc>
        <w:tc>
          <w:tcPr>
            <w:tcW w:w="3544" w:type="dxa"/>
          </w:tcPr>
          <w:p w14:paraId="19F0F01A" w14:textId="0C873ADD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Contact details</w:t>
            </w:r>
          </w:p>
        </w:tc>
        <w:tc>
          <w:tcPr>
            <w:tcW w:w="1801" w:type="dxa"/>
          </w:tcPr>
          <w:p w14:paraId="4B37D9DB" w14:textId="1FC3BB1F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Value</w:t>
            </w:r>
          </w:p>
        </w:tc>
      </w:tr>
      <w:tr w:rsidR="00772E21" w:rsidRPr="00B0535A" w14:paraId="4F02BDDA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72350575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771F560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08346CE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5E43182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72373B6B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65B68837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2694A390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F538F4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33AC409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43E56658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062850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1E976CFD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323CE5E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654C870A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263233A5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3BD5DA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52BFEBEC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7CAA56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24387D7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79642D79" w14:textId="12136FFF" w:rsidR="00C44890" w:rsidRPr="00B0535A" w:rsidRDefault="00C44890" w:rsidP="00772E21">
      <w:pPr>
        <w:rPr>
          <w:lang w:val="en-GB"/>
        </w:rPr>
      </w:pPr>
    </w:p>
    <w:sectPr w:rsidR="00C44890" w:rsidRPr="00B0535A" w:rsidSect="00D47CCE">
      <w:headerReference w:type="default" r:id="rId12"/>
      <w:footerReference w:type="default" r:id="rId13"/>
      <w:headerReference w:type="first" r:id="rId14"/>
      <w:type w:val="oddPage"/>
      <w:pgSz w:w="11907" w:h="16839" w:code="9"/>
      <w:pgMar w:top="99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A99E0" w14:textId="77777777" w:rsidR="000B6D07" w:rsidRDefault="000B6D07">
      <w:r>
        <w:separator/>
      </w:r>
    </w:p>
  </w:endnote>
  <w:endnote w:type="continuationSeparator" w:id="0">
    <w:p w14:paraId="48B7BFB5" w14:textId="77777777" w:rsidR="000B6D07" w:rsidRDefault="000B6D07">
      <w:r>
        <w:continuationSeparator/>
      </w:r>
    </w:p>
  </w:endnote>
  <w:endnote w:type="continuationNotice" w:id="1">
    <w:p w14:paraId="295FBF76" w14:textId="77777777" w:rsidR="000B6D07" w:rsidRDefault="000B6D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14E75" w14:textId="269C42C5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2C1716" w:rsidRPr="002C1716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2C1716" w:rsidRPr="002C1716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03F1491E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0C116F">
      <w:rPr>
        <w:noProof/>
      </w:rPr>
      <w:t>2025-09-05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37B57" w14:textId="77777777" w:rsidR="000B6D07" w:rsidRDefault="000B6D07">
      <w:r>
        <w:separator/>
      </w:r>
    </w:p>
  </w:footnote>
  <w:footnote w:type="continuationSeparator" w:id="0">
    <w:p w14:paraId="137AAFE9" w14:textId="77777777" w:rsidR="000B6D07" w:rsidRDefault="000B6D07">
      <w:r>
        <w:continuationSeparator/>
      </w:r>
    </w:p>
  </w:footnote>
  <w:footnote w:type="continuationNotice" w:id="1">
    <w:p w14:paraId="7B7DCDC2" w14:textId="77777777" w:rsidR="000B6D07" w:rsidRDefault="000B6D0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D3755" w14:textId="1DEACA1B" w:rsidR="00C44890" w:rsidRPr="00AE7206" w:rsidRDefault="007D7043" w:rsidP="007D7043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BD3F80" w:rsidRPr="008F4C08">
      <w:rPr>
        <w:noProof/>
      </w:rPr>
      <w:drawing>
        <wp:inline distT="0" distB="0" distL="0" distR="0" wp14:anchorId="6B971703" wp14:editId="18D53764">
          <wp:extent cx="619125" cy="677395"/>
          <wp:effectExtent l="0" t="0" r="0" b="8890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234" cy="70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D3F80">
      <w:rPr>
        <w:rFonts w:asciiTheme="minorHAnsi" w:hAnsiTheme="minorHAnsi" w:cs="Calibri"/>
        <w:sz w:val="20"/>
      </w:rPr>
      <w:tab/>
    </w:r>
    <w:r w:rsidR="00C41975">
      <w:rPr>
        <w:rFonts w:asciiTheme="minorHAnsi" w:hAnsiTheme="minorHAnsi" w:cs="Calibri"/>
        <w:sz w:val="20"/>
      </w:rPr>
      <w:t>22-w001-25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516A1" w14:textId="77777777" w:rsidR="001A0764" w:rsidRPr="00D47CCE" w:rsidRDefault="001A0764" w:rsidP="00D47C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5D669" w14:textId="23E8612D" w:rsidR="00133D55" w:rsidRPr="003E5941" w:rsidRDefault="00133D55" w:rsidP="003E5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93388"/>
    <w:multiLevelType w:val="hybridMultilevel"/>
    <w:tmpl w:val="037626C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5"/>
  </w:num>
  <w:num w:numId="4">
    <w:abstractNumId w:val="6"/>
  </w:num>
  <w:num w:numId="5">
    <w:abstractNumId w:val="5"/>
  </w:num>
  <w:num w:numId="6">
    <w:abstractNumId w:val="10"/>
  </w:num>
  <w:num w:numId="7">
    <w:abstractNumId w:val="7"/>
  </w:num>
  <w:num w:numId="8">
    <w:abstractNumId w:val="12"/>
  </w:num>
  <w:num w:numId="9">
    <w:abstractNumId w:val="1"/>
  </w:num>
  <w:num w:numId="10">
    <w:abstractNumId w:val="11"/>
  </w:num>
  <w:num w:numId="11">
    <w:abstractNumId w:val="3"/>
  </w:num>
  <w:num w:numId="12">
    <w:abstractNumId w:val="9"/>
  </w:num>
  <w:num w:numId="13">
    <w:abstractNumId w:val="13"/>
  </w:num>
  <w:num w:numId="14">
    <w:abstractNumId w:val="4"/>
  </w:num>
  <w:num w:numId="15">
    <w:abstractNumId w:val="8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B6D07"/>
    <w:rsid w:val="000C00AD"/>
    <w:rsid w:val="000C116F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32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3BC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A7CF8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2D89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437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2E3F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A755A"/>
    <w:rsid w:val="002B05CA"/>
    <w:rsid w:val="002B39E4"/>
    <w:rsid w:val="002B4161"/>
    <w:rsid w:val="002B5EF8"/>
    <w:rsid w:val="002B68E8"/>
    <w:rsid w:val="002B7E00"/>
    <w:rsid w:val="002C0E6E"/>
    <w:rsid w:val="002C1716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91A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0F77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2FE8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5B31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09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FEF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04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CB3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04D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5D"/>
    <w:rsid w:val="00B01EDA"/>
    <w:rsid w:val="00B020F3"/>
    <w:rsid w:val="00B0293A"/>
    <w:rsid w:val="00B04C21"/>
    <w:rsid w:val="00B04D44"/>
    <w:rsid w:val="00B0535A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3031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D32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4B9D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1DB0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1975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2705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BE7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CCE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5D57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4C77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6555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75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6DA7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B3EA7384-59DB-47B8-A5A6-7C21557D5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customStyle="1" w:styleId="GridTable1Light1">
    <w:name w:val="Grid Table 1 Light1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552A79-5455-4FF3-AC36-598BC73AF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114</TotalTime>
  <Pages>3</Pages>
  <Words>217</Words>
  <Characters>1243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1458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Tiroia Teikake</cp:lastModifiedBy>
  <cp:revision>5</cp:revision>
  <cp:lastPrinted>2013-10-18T08:32:00Z</cp:lastPrinted>
  <dcterms:created xsi:type="dcterms:W3CDTF">2025-09-04T03:16:00Z</dcterms:created>
  <dcterms:modified xsi:type="dcterms:W3CDTF">2025-09-05T02:57:00Z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